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9A76EE8-7918-4A6F-917C-5264F71EAC50}"/>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2024-01-19T13:44:00Z</dcterms:created>
  <dcterms:modified xsi:type="dcterms:W3CDTF">2024-01-19T13:44:00Z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